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208" w:rsidRDefault="00251208" w:rsidP="004312CF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Додаток № 1 </w:t>
      </w:r>
    </w:p>
    <w:p w:rsidR="00251208" w:rsidRDefault="00251208" w:rsidP="004312C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до рішення сесії міської ради</w:t>
      </w:r>
    </w:p>
    <w:p w:rsidR="00251208" w:rsidRDefault="00251208" w:rsidP="004312C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від „ 22 ”  грудня 2020 р. 58</w:t>
      </w:r>
    </w:p>
    <w:p w:rsidR="00251208" w:rsidRPr="00BC090A" w:rsidRDefault="00251208" w:rsidP="00670D71">
      <w:pPr>
        <w:jc w:val="center"/>
        <w:rPr>
          <w:rFonts w:ascii="Times New Roman" w:hAnsi="Times New Roman" w:cs="Times New Roman"/>
          <w:b/>
          <w:bCs/>
          <w:sz w:val="20"/>
          <w:szCs w:val="20"/>
          <w:lang w:eastAsia="uk-UA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„</w:t>
      </w:r>
      <w:r w:rsidRPr="00BC090A">
        <w:rPr>
          <w:rFonts w:ascii="Times New Roman" w:hAnsi="Times New Roman" w:cs="Times New Roman"/>
          <w:b/>
          <w:bCs/>
          <w:sz w:val="20"/>
          <w:szCs w:val="20"/>
        </w:rPr>
        <w:t xml:space="preserve">Про затвердження Програми </w:t>
      </w:r>
      <w:r w:rsidRPr="00BC090A">
        <w:rPr>
          <w:rFonts w:ascii="Times New Roman" w:hAnsi="Times New Roman" w:cs="Times New Roman"/>
          <w:b/>
          <w:bCs/>
          <w:sz w:val="20"/>
          <w:szCs w:val="20"/>
          <w:lang w:eastAsia="uk-UA"/>
        </w:rPr>
        <w:t>фінансової</w:t>
      </w:r>
    </w:p>
    <w:p w:rsidR="00251208" w:rsidRPr="00BC090A" w:rsidRDefault="00251208" w:rsidP="004312CF">
      <w:pPr>
        <w:jc w:val="right"/>
        <w:rPr>
          <w:rFonts w:ascii="Times New Roman" w:hAnsi="Times New Roman" w:cs="Times New Roman"/>
          <w:b/>
          <w:bCs/>
          <w:sz w:val="20"/>
          <w:szCs w:val="20"/>
          <w:lang w:eastAsia="uk-UA"/>
        </w:rPr>
      </w:pPr>
      <w:r w:rsidRPr="00BC090A">
        <w:rPr>
          <w:rFonts w:ascii="Times New Roman" w:hAnsi="Times New Roman" w:cs="Times New Roman"/>
          <w:b/>
          <w:bCs/>
          <w:sz w:val="20"/>
          <w:szCs w:val="20"/>
          <w:lang w:eastAsia="uk-UA"/>
        </w:rPr>
        <w:t>підтримки комунального некомерційного</w:t>
      </w:r>
    </w:p>
    <w:p w:rsidR="00251208" w:rsidRPr="00BC090A" w:rsidRDefault="00251208" w:rsidP="004312CF">
      <w:pPr>
        <w:jc w:val="center"/>
        <w:rPr>
          <w:rFonts w:ascii="Times New Roman" w:hAnsi="Times New Roman" w:cs="Times New Roman"/>
          <w:b/>
          <w:bCs/>
          <w:sz w:val="20"/>
          <w:szCs w:val="20"/>
          <w:lang w:eastAsia="uk-UA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uk-UA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BC090A">
        <w:rPr>
          <w:rFonts w:ascii="Times New Roman" w:hAnsi="Times New Roman" w:cs="Times New Roman"/>
          <w:b/>
          <w:bCs/>
          <w:sz w:val="20"/>
          <w:szCs w:val="20"/>
          <w:lang w:eastAsia="uk-UA"/>
        </w:rPr>
        <w:t>підприємства «Городоцька центральна</w:t>
      </w:r>
    </w:p>
    <w:p w:rsidR="00251208" w:rsidRDefault="00251208" w:rsidP="00670D71">
      <w:pPr>
        <w:rPr>
          <w:rFonts w:ascii="Times New Roman" w:hAnsi="Times New Roman" w:cs="Times New Roman"/>
          <w:b/>
          <w:bCs/>
          <w:sz w:val="20"/>
          <w:szCs w:val="20"/>
          <w:lang w:eastAsia="uk-UA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uk-UA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BC090A">
        <w:rPr>
          <w:rFonts w:ascii="Times New Roman" w:hAnsi="Times New Roman" w:cs="Times New Roman"/>
          <w:b/>
          <w:bCs/>
          <w:sz w:val="20"/>
          <w:szCs w:val="20"/>
          <w:lang w:eastAsia="uk-UA"/>
        </w:rPr>
        <w:t xml:space="preserve">лікарня» </w:t>
      </w:r>
      <w:r>
        <w:rPr>
          <w:rFonts w:ascii="Times New Roman" w:hAnsi="Times New Roman" w:cs="Times New Roman"/>
          <w:b/>
          <w:bCs/>
          <w:sz w:val="20"/>
          <w:szCs w:val="20"/>
          <w:lang w:eastAsia="uk-UA"/>
        </w:rPr>
        <w:t>Городоцької міської ради</w:t>
      </w:r>
    </w:p>
    <w:p w:rsidR="00251208" w:rsidRPr="00BC090A" w:rsidRDefault="00251208" w:rsidP="00670D71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uk-UA"/>
        </w:rPr>
        <w:t xml:space="preserve">                                                                                                                                                                                                     Львівської області </w:t>
      </w:r>
      <w:r w:rsidRPr="00BC090A">
        <w:rPr>
          <w:rFonts w:ascii="Times New Roman" w:hAnsi="Times New Roman" w:cs="Times New Roman"/>
          <w:b/>
          <w:bCs/>
          <w:sz w:val="20"/>
          <w:szCs w:val="20"/>
          <w:lang w:eastAsia="uk-UA"/>
        </w:rPr>
        <w:t>на 2021-2024 р.</w:t>
      </w:r>
      <w:r>
        <w:rPr>
          <w:rFonts w:ascii="Times New Roman" w:hAnsi="Times New Roman" w:cs="Times New Roman"/>
          <w:b/>
          <w:bCs/>
          <w:sz w:val="20"/>
          <w:szCs w:val="20"/>
          <w:lang w:eastAsia="uk-UA"/>
        </w:rPr>
        <w:t>”</w:t>
      </w:r>
    </w:p>
    <w:p w:rsidR="00251208" w:rsidRPr="00672584" w:rsidRDefault="00251208" w:rsidP="00672584">
      <w:pPr>
        <w:pStyle w:val="Heading1"/>
        <w:jc w:val="center"/>
        <w:rPr>
          <w:rStyle w:val="a0"/>
          <w:rFonts w:eastAsia="SimSun"/>
          <w:b/>
          <w:bCs/>
          <w:sz w:val="26"/>
          <w:szCs w:val="26"/>
          <w:lang w:eastAsia="en-US"/>
        </w:rPr>
      </w:pPr>
      <w:r w:rsidRPr="00672584">
        <w:rPr>
          <w:rStyle w:val="a0"/>
          <w:rFonts w:eastAsia="SimSun"/>
          <w:b/>
          <w:bCs/>
          <w:sz w:val="26"/>
          <w:szCs w:val="26"/>
          <w:lang w:eastAsia="en-US"/>
        </w:rPr>
        <w:t>План заходів</w:t>
      </w:r>
    </w:p>
    <w:p w:rsidR="00251208" w:rsidRPr="0050687E" w:rsidRDefault="00251208" w:rsidP="006134D8">
      <w:pPr>
        <w:tabs>
          <w:tab w:val="left" w:pos="3562"/>
          <w:tab w:val="left" w:pos="5899"/>
        </w:tabs>
        <w:jc w:val="center"/>
        <w:rPr>
          <w:rStyle w:val="a0"/>
          <w:rFonts w:eastAsia="SimSun" w:cs="Courier New"/>
          <w:sz w:val="26"/>
          <w:szCs w:val="26"/>
          <w:lang w:eastAsia="en-US"/>
        </w:rPr>
      </w:pPr>
      <w:r>
        <w:rPr>
          <w:rStyle w:val="a0"/>
          <w:rFonts w:eastAsia="SimSun"/>
          <w:sz w:val="26"/>
          <w:szCs w:val="26"/>
          <w:lang w:eastAsia="en-US"/>
        </w:rPr>
        <w:t>місцевої</w:t>
      </w:r>
      <w:r w:rsidRPr="0050687E">
        <w:rPr>
          <w:rStyle w:val="a0"/>
          <w:rFonts w:eastAsia="SimSun"/>
          <w:sz w:val="26"/>
          <w:szCs w:val="26"/>
          <w:lang w:eastAsia="en-US"/>
        </w:rPr>
        <w:t xml:space="preserve"> програми фінансової підтримки комунального некомерційного підприємства </w:t>
      </w:r>
    </w:p>
    <w:p w:rsidR="00251208" w:rsidRDefault="00251208" w:rsidP="00CA17A6">
      <w:pPr>
        <w:tabs>
          <w:tab w:val="left" w:pos="3562"/>
          <w:tab w:val="left" w:pos="5899"/>
        </w:tabs>
        <w:spacing w:line="254" w:lineRule="exact"/>
        <w:jc w:val="center"/>
        <w:rPr>
          <w:rStyle w:val="a0"/>
          <w:rFonts w:eastAsia="SimSun" w:cs="Courier New"/>
          <w:sz w:val="26"/>
          <w:szCs w:val="26"/>
          <w:lang w:eastAsia="en-US"/>
        </w:rPr>
      </w:pPr>
      <w:r w:rsidRPr="0050687E">
        <w:rPr>
          <w:rStyle w:val="a0"/>
          <w:rFonts w:eastAsia="SimSun"/>
          <w:sz w:val="26"/>
          <w:szCs w:val="26"/>
          <w:lang w:eastAsia="en-US"/>
        </w:rPr>
        <w:t>«Городоцька центральна лікарня</w:t>
      </w:r>
      <w:r>
        <w:rPr>
          <w:rStyle w:val="a0"/>
          <w:rFonts w:eastAsia="SimSun"/>
          <w:sz w:val="26"/>
          <w:szCs w:val="26"/>
          <w:lang w:eastAsia="en-US"/>
        </w:rPr>
        <w:t xml:space="preserve">» Городоцької мської ради Львівської області </w:t>
      </w:r>
      <w:r w:rsidRPr="0050687E">
        <w:rPr>
          <w:rStyle w:val="a0"/>
          <w:rFonts w:eastAsia="SimSun"/>
          <w:sz w:val="26"/>
          <w:szCs w:val="26"/>
          <w:lang w:eastAsia="en-US"/>
        </w:rPr>
        <w:t>на 20</w:t>
      </w:r>
      <w:r>
        <w:rPr>
          <w:rStyle w:val="a0"/>
          <w:rFonts w:eastAsia="SimSun"/>
          <w:sz w:val="26"/>
          <w:szCs w:val="26"/>
          <w:lang w:eastAsia="en-US"/>
        </w:rPr>
        <w:t>21</w:t>
      </w:r>
      <w:r w:rsidRPr="0050687E">
        <w:rPr>
          <w:rStyle w:val="a0"/>
          <w:rFonts w:eastAsia="SimSun"/>
          <w:sz w:val="26"/>
          <w:szCs w:val="26"/>
          <w:lang w:eastAsia="en-US"/>
        </w:rPr>
        <w:t xml:space="preserve"> - 202</w:t>
      </w:r>
      <w:r>
        <w:rPr>
          <w:rStyle w:val="a0"/>
          <w:rFonts w:eastAsia="SimSun"/>
          <w:sz w:val="26"/>
          <w:szCs w:val="26"/>
          <w:lang w:eastAsia="en-US"/>
        </w:rPr>
        <w:t>2</w:t>
      </w:r>
      <w:r w:rsidRPr="0050687E">
        <w:rPr>
          <w:rStyle w:val="a0"/>
          <w:rFonts w:eastAsia="SimSun"/>
          <w:sz w:val="26"/>
          <w:szCs w:val="26"/>
          <w:lang w:eastAsia="en-US"/>
        </w:rPr>
        <w:t xml:space="preserve"> роки</w:t>
      </w:r>
    </w:p>
    <w:p w:rsidR="00251208" w:rsidRPr="0050687E" w:rsidRDefault="00251208" w:rsidP="006134D8">
      <w:pPr>
        <w:spacing w:line="220" w:lineRule="exac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Overlap w:val="never"/>
        <w:tblW w:w="13761" w:type="dxa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426"/>
        <w:gridCol w:w="2115"/>
        <w:gridCol w:w="6862"/>
        <w:gridCol w:w="2085"/>
        <w:gridCol w:w="1276"/>
        <w:gridCol w:w="997"/>
      </w:tblGrid>
      <w:tr w:rsidR="00251208" w:rsidRPr="0050687E">
        <w:trPr>
          <w:trHeight w:hRule="exact" w:val="923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50687E" w:rsidRDefault="00251208" w:rsidP="0050687E">
            <w:pPr>
              <w:pStyle w:val="1"/>
              <w:shd w:val="clear" w:color="auto" w:fill="auto"/>
              <w:spacing w:after="60" w:line="220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  <w:lang w:eastAsia="en-US"/>
              </w:rPr>
              <w:t>№</w:t>
            </w:r>
            <w:r w:rsidRPr="0050687E">
              <w:rPr>
                <w:rStyle w:val="11pt1"/>
                <w:b/>
                <w:bCs/>
                <w:sz w:val="20"/>
                <w:szCs w:val="20"/>
                <w:lang w:eastAsia="en-US"/>
              </w:rPr>
              <w:t>з/п</w:t>
            </w: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50687E" w:rsidRDefault="00251208" w:rsidP="0050687E">
            <w:pPr>
              <w:pStyle w:val="1"/>
              <w:shd w:val="clear" w:color="auto" w:fill="auto"/>
              <w:spacing w:line="274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 w:rsidRPr="0050687E">
              <w:rPr>
                <w:rStyle w:val="11pt1"/>
                <w:b/>
                <w:bCs/>
                <w:sz w:val="20"/>
                <w:szCs w:val="20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6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50687E" w:rsidRDefault="00251208" w:rsidP="0050687E">
            <w:pPr>
              <w:pStyle w:val="1"/>
              <w:shd w:val="clear" w:color="auto" w:fill="auto"/>
              <w:spacing w:line="220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50687E">
              <w:rPr>
                <w:rStyle w:val="11pt1"/>
                <w:b/>
                <w:bCs/>
                <w:sz w:val="20"/>
                <w:szCs w:val="20"/>
                <w:lang w:eastAsia="en-US"/>
              </w:rPr>
              <w:t>Перелік заходів програми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50687E" w:rsidRDefault="00251208" w:rsidP="0050687E">
            <w:pPr>
              <w:pStyle w:val="1"/>
              <w:shd w:val="clear" w:color="auto" w:fill="auto"/>
              <w:spacing w:after="60" w:line="220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50687E">
              <w:rPr>
                <w:rStyle w:val="11pt1"/>
                <w:b/>
                <w:bCs/>
                <w:sz w:val="20"/>
                <w:szCs w:val="20"/>
                <w:lang w:eastAsia="en-US"/>
              </w:rPr>
              <w:t>Джерела</w:t>
            </w:r>
            <w:r>
              <w:rPr>
                <w:rStyle w:val="11pt1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50687E">
              <w:rPr>
                <w:rStyle w:val="11pt1"/>
                <w:b/>
                <w:bCs/>
                <w:sz w:val="20"/>
                <w:szCs w:val="20"/>
                <w:lang w:eastAsia="en-US"/>
              </w:rPr>
              <w:t>фінансування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1208" w:rsidRPr="0050687E" w:rsidRDefault="00251208" w:rsidP="00C04971">
            <w:pPr>
              <w:pStyle w:val="1"/>
              <w:shd w:val="clear" w:color="auto" w:fill="auto"/>
              <w:spacing w:line="278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 w:rsidRPr="0050687E">
              <w:rPr>
                <w:rStyle w:val="11pt1"/>
                <w:b/>
                <w:bCs/>
                <w:sz w:val="20"/>
                <w:szCs w:val="20"/>
                <w:lang w:eastAsia="en-US"/>
              </w:rPr>
              <w:t>Орієнтовні обсяги фінансування</w:t>
            </w:r>
            <w:r>
              <w:rPr>
                <w:rStyle w:val="11pt1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50687E">
              <w:rPr>
                <w:rStyle w:val="11pt1"/>
                <w:b/>
                <w:bCs/>
                <w:sz w:val="20"/>
                <w:szCs w:val="20"/>
                <w:lang w:eastAsia="en-US"/>
              </w:rPr>
              <w:t>(вартість),   гривень</w:t>
            </w:r>
          </w:p>
        </w:tc>
      </w:tr>
      <w:tr w:rsidR="00251208" w:rsidRPr="0050687E">
        <w:trPr>
          <w:trHeight w:hRule="exact" w:val="355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1208" w:rsidRPr="0050687E" w:rsidRDefault="00251208" w:rsidP="005068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1208" w:rsidRPr="0050687E" w:rsidRDefault="00251208" w:rsidP="005068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1208" w:rsidRPr="0050687E" w:rsidRDefault="00251208" w:rsidP="005068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1208" w:rsidRPr="0050687E" w:rsidRDefault="00251208" w:rsidP="005068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1208" w:rsidRPr="0050687E" w:rsidRDefault="00251208" w:rsidP="006A683F">
            <w:pPr>
              <w:pStyle w:val="1"/>
              <w:shd w:val="clear" w:color="auto" w:fill="auto"/>
              <w:spacing w:line="220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50687E">
              <w:rPr>
                <w:rStyle w:val="11pt1"/>
                <w:b/>
                <w:bCs/>
                <w:sz w:val="20"/>
                <w:szCs w:val="20"/>
                <w:lang w:eastAsia="en-US"/>
              </w:rPr>
              <w:t>202</w:t>
            </w:r>
            <w:r>
              <w:rPr>
                <w:rStyle w:val="11pt1"/>
                <w:b/>
                <w:bCs/>
                <w:sz w:val="20"/>
                <w:szCs w:val="20"/>
                <w:lang w:eastAsia="en-US"/>
              </w:rPr>
              <w:t>1</w:t>
            </w:r>
            <w:r w:rsidRPr="0050687E">
              <w:rPr>
                <w:rStyle w:val="11pt1"/>
                <w:b/>
                <w:bCs/>
                <w:sz w:val="20"/>
                <w:szCs w:val="20"/>
                <w:lang w:eastAsia="en-US"/>
              </w:rPr>
              <w:t xml:space="preserve"> рік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1208" w:rsidRPr="0050687E" w:rsidRDefault="00251208" w:rsidP="006A683F">
            <w:pPr>
              <w:pStyle w:val="1"/>
              <w:shd w:val="clear" w:color="auto" w:fill="auto"/>
              <w:spacing w:line="220" w:lineRule="exact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50687E">
              <w:rPr>
                <w:rStyle w:val="11pt1"/>
                <w:b/>
                <w:bCs/>
                <w:sz w:val="20"/>
                <w:szCs w:val="20"/>
                <w:lang w:eastAsia="en-US"/>
              </w:rPr>
              <w:t>202</w:t>
            </w:r>
            <w:r>
              <w:rPr>
                <w:rStyle w:val="11pt1"/>
                <w:b/>
                <w:bCs/>
                <w:sz w:val="20"/>
                <w:szCs w:val="20"/>
                <w:lang w:eastAsia="en-US"/>
              </w:rPr>
              <w:t>2</w:t>
            </w:r>
            <w:r w:rsidRPr="0050687E">
              <w:rPr>
                <w:rStyle w:val="11pt1"/>
                <w:b/>
                <w:bCs/>
                <w:sz w:val="20"/>
                <w:szCs w:val="20"/>
                <w:lang w:eastAsia="en-US"/>
              </w:rPr>
              <w:t>рік</w:t>
            </w:r>
          </w:p>
        </w:tc>
      </w:tr>
      <w:tr w:rsidR="00251208" w:rsidRPr="0050687E">
        <w:trPr>
          <w:trHeight w:hRule="exact" w:val="36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1208" w:rsidRPr="0050687E" w:rsidRDefault="00251208" w:rsidP="004312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1208" w:rsidRPr="0050687E" w:rsidRDefault="00251208" w:rsidP="004312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1208" w:rsidRPr="0050687E" w:rsidRDefault="00251208" w:rsidP="004312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1208" w:rsidRPr="0050687E" w:rsidRDefault="00251208" w:rsidP="004312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1208" w:rsidRPr="0050687E" w:rsidRDefault="00251208" w:rsidP="004312CF">
            <w:pPr>
              <w:pStyle w:val="1"/>
              <w:shd w:val="clear" w:color="auto" w:fill="auto"/>
              <w:spacing w:line="220" w:lineRule="exact"/>
              <w:jc w:val="center"/>
              <w:rPr>
                <w:rStyle w:val="11pt1"/>
                <w:rFonts w:cs="Courier New"/>
                <w:b/>
                <w:bCs/>
                <w:sz w:val="20"/>
                <w:szCs w:val="20"/>
                <w:lang w:eastAsia="en-US"/>
              </w:rPr>
            </w:pPr>
            <w:r>
              <w:rPr>
                <w:rStyle w:val="11pt1"/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1208" w:rsidRPr="0050687E" w:rsidRDefault="00251208" w:rsidP="004312CF">
            <w:pPr>
              <w:pStyle w:val="1"/>
              <w:shd w:val="clear" w:color="auto" w:fill="auto"/>
              <w:spacing w:line="220" w:lineRule="exact"/>
              <w:jc w:val="center"/>
              <w:rPr>
                <w:rStyle w:val="11pt1"/>
                <w:rFonts w:cs="Courier New"/>
                <w:b/>
                <w:bCs/>
                <w:sz w:val="20"/>
                <w:szCs w:val="20"/>
                <w:lang w:eastAsia="en-US"/>
              </w:rPr>
            </w:pPr>
            <w:r>
              <w:rPr>
                <w:rStyle w:val="11pt1"/>
                <w:b/>
                <w:bCs/>
                <w:sz w:val="20"/>
                <w:szCs w:val="20"/>
                <w:lang w:eastAsia="en-US"/>
              </w:rPr>
              <w:t>5</w:t>
            </w:r>
          </w:p>
        </w:tc>
      </w:tr>
      <w:tr w:rsidR="00251208" w:rsidRPr="0050687E">
        <w:trPr>
          <w:trHeight w:hRule="exact" w:val="90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208" w:rsidRPr="0050687E" w:rsidRDefault="00251208" w:rsidP="004312CF">
            <w:pPr>
              <w:pStyle w:val="1"/>
              <w:shd w:val="clear" w:color="auto" w:fill="auto"/>
              <w:spacing w:line="230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50687E">
              <w:rPr>
                <w:rStyle w:val="Sylfaen"/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Pr="0050687E">
              <w:rPr>
                <w:rStyle w:val="9"/>
                <w:sz w:val="20"/>
                <w:szCs w:val="20"/>
                <w:lang w:val="uk-UA"/>
              </w:rPr>
              <w:t>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208" w:rsidRDefault="00251208" w:rsidP="00447FFD">
            <w:pPr>
              <w:pStyle w:val="1"/>
              <w:shd w:val="clear" w:color="auto" w:fill="auto"/>
              <w:spacing w:line="278" w:lineRule="exact"/>
              <w:rPr>
                <w:rStyle w:val="11pt1"/>
                <w:rFonts w:cs="Courier New"/>
                <w:b/>
                <w:bCs/>
                <w:sz w:val="20"/>
                <w:szCs w:val="20"/>
                <w:lang w:eastAsia="en-US"/>
              </w:rPr>
            </w:pPr>
            <w:r>
              <w:rPr>
                <w:rStyle w:val="11pt1"/>
                <w:b/>
                <w:bCs/>
                <w:sz w:val="20"/>
                <w:szCs w:val="20"/>
                <w:lang w:eastAsia="en-US"/>
              </w:rPr>
              <w:t>Заробітна плата</w:t>
            </w:r>
            <w:r w:rsidRPr="0050687E">
              <w:rPr>
                <w:rStyle w:val="11pt1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:rsidR="00251208" w:rsidRPr="0050687E" w:rsidRDefault="00251208" w:rsidP="00447FFD">
            <w:pPr>
              <w:pStyle w:val="1"/>
              <w:shd w:val="clear" w:color="auto" w:fill="auto"/>
              <w:spacing w:line="278" w:lineRule="exac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208" w:rsidRDefault="00251208" w:rsidP="006134D8">
            <w:pPr>
              <w:pStyle w:val="1"/>
              <w:shd w:val="clear" w:color="auto" w:fill="auto"/>
              <w:spacing w:line="278" w:lineRule="exact"/>
              <w:ind w:left="100"/>
              <w:rPr>
                <w:rStyle w:val="11pt"/>
                <w:rFonts w:cs="Courier New"/>
                <w:sz w:val="20"/>
                <w:szCs w:val="20"/>
                <w:lang w:eastAsia="en-US"/>
              </w:rPr>
            </w:pPr>
            <w:r w:rsidRPr="0050687E">
              <w:rPr>
                <w:rStyle w:val="11pt"/>
                <w:sz w:val="20"/>
                <w:szCs w:val="20"/>
                <w:lang w:eastAsia="en-US"/>
              </w:rPr>
              <w:t>Оплата посадових окладів, доплати і надбавки обов’язкового та стимулюючого характеру, індексація заробітної плати;</w:t>
            </w:r>
          </w:p>
          <w:p w:rsidR="00251208" w:rsidRDefault="00251208" w:rsidP="006134D8">
            <w:pPr>
              <w:pStyle w:val="1"/>
              <w:shd w:val="clear" w:color="auto" w:fill="auto"/>
              <w:spacing w:line="278" w:lineRule="exact"/>
              <w:ind w:left="100"/>
              <w:rPr>
                <w:rStyle w:val="11pt"/>
                <w:rFonts w:cs="Courier New"/>
                <w:sz w:val="20"/>
                <w:szCs w:val="20"/>
                <w:lang w:eastAsia="en-US"/>
              </w:rPr>
            </w:pPr>
          </w:p>
          <w:p w:rsidR="00251208" w:rsidRPr="0050687E" w:rsidRDefault="00251208" w:rsidP="006134D8">
            <w:pPr>
              <w:pStyle w:val="1"/>
              <w:shd w:val="clear" w:color="auto" w:fill="auto"/>
              <w:spacing w:line="278" w:lineRule="exact"/>
              <w:ind w:left="100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</w:p>
          <w:p w:rsidR="00251208" w:rsidRPr="0050687E" w:rsidRDefault="00251208" w:rsidP="006134D8">
            <w:pPr>
              <w:pStyle w:val="1"/>
              <w:shd w:val="clear" w:color="auto" w:fill="auto"/>
              <w:spacing w:line="278" w:lineRule="exact"/>
              <w:jc w:val="both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208" w:rsidRDefault="00251208" w:rsidP="00C04971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sz w:val="20"/>
                <w:szCs w:val="20"/>
                <w:lang w:eastAsia="en-US"/>
              </w:rPr>
            </w:pPr>
            <w:r w:rsidRPr="0050687E">
              <w:rPr>
                <w:rStyle w:val="11pt"/>
                <w:sz w:val="20"/>
                <w:szCs w:val="20"/>
                <w:lang w:eastAsia="en-US"/>
              </w:rPr>
              <w:t>Кошти місцевих</w:t>
            </w:r>
            <w:r>
              <w:rPr>
                <w:rStyle w:val="11pt"/>
                <w:sz w:val="20"/>
                <w:szCs w:val="20"/>
                <w:lang w:eastAsia="en-US"/>
              </w:rPr>
              <w:t xml:space="preserve"> бюджетів</w:t>
            </w:r>
          </w:p>
          <w:p w:rsidR="00251208" w:rsidRDefault="00251208" w:rsidP="00C04971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rFonts w:cs="Courier New"/>
                <w:sz w:val="20"/>
                <w:szCs w:val="20"/>
                <w:lang w:eastAsia="en-US"/>
              </w:rPr>
            </w:pPr>
          </w:p>
          <w:p w:rsidR="00251208" w:rsidRDefault="00251208" w:rsidP="00C04971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rFonts w:cs="Courier New"/>
                <w:sz w:val="20"/>
                <w:szCs w:val="20"/>
                <w:lang w:eastAsia="en-US"/>
              </w:rPr>
            </w:pPr>
          </w:p>
          <w:p w:rsidR="00251208" w:rsidRPr="0050687E" w:rsidRDefault="00251208" w:rsidP="00C04971">
            <w:pPr>
              <w:pStyle w:val="1"/>
              <w:shd w:val="clear" w:color="auto" w:fill="auto"/>
              <w:spacing w:line="278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208" w:rsidRDefault="00251208" w:rsidP="0011461C">
            <w:pPr>
              <w:pStyle w:val="1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</w:p>
          <w:p w:rsidR="00251208" w:rsidRDefault="00251208" w:rsidP="0011461C">
            <w:pPr>
              <w:pStyle w:val="1"/>
              <w:shd w:val="clear" w:color="auto" w:fill="auto"/>
              <w:spacing w:line="220" w:lineRule="exact"/>
              <w:jc w:val="right"/>
              <w:rPr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355000</w:t>
            </w:r>
          </w:p>
          <w:p w:rsidR="00251208" w:rsidRPr="00C04971" w:rsidRDefault="00251208" w:rsidP="0011461C">
            <w:pPr>
              <w:jc w:val="right"/>
              <w:rPr>
                <w:lang w:val="ru-RU"/>
              </w:rPr>
            </w:pPr>
          </w:p>
          <w:p w:rsidR="00251208" w:rsidRDefault="00251208" w:rsidP="0011461C">
            <w:pPr>
              <w:jc w:val="right"/>
              <w:rPr>
                <w:lang w:val="ru-RU"/>
              </w:rPr>
            </w:pPr>
          </w:p>
          <w:p w:rsidR="00251208" w:rsidRPr="00C04971" w:rsidRDefault="00251208" w:rsidP="0011461C">
            <w:pPr>
              <w:jc w:val="right"/>
              <w:rPr>
                <w:lang w:val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1208" w:rsidRDefault="00251208" w:rsidP="0011461C">
            <w:pPr>
              <w:pStyle w:val="1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</w:p>
          <w:p w:rsidR="00251208" w:rsidRPr="0050687E" w:rsidRDefault="00251208" w:rsidP="0011461C">
            <w:pPr>
              <w:pStyle w:val="1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383700</w:t>
            </w:r>
          </w:p>
        </w:tc>
      </w:tr>
      <w:tr w:rsidR="00251208" w:rsidRPr="0050687E">
        <w:trPr>
          <w:trHeight w:hRule="exact" w:val="72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208" w:rsidRPr="0050687E" w:rsidRDefault="00251208" w:rsidP="004312CF">
            <w:pPr>
              <w:pStyle w:val="1"/>
              <w:shd w:val="clear" w:color="auto" w:fill="auto"/>
              <w:spacing w:line="220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50687E">
              <w:rPr>
                <w:rStyle w:val="11pt1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208" w:rsidRPr="0050687E" w:rsidRDefault="00251208" w:rsidP="00447FFD">
            <w:pPr>
              <w:pStyle w:val="1"/>
              <w:shd w:val="clear" w:color="auto" w:fill="auto"/>
              <w:spacing w:line="274" w:lineRule="exact"/>
              <w:ind w:right="520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rStyle w:val="11pt1"/>
                <w:b/>
                <w:bCs/>
                <w:sz w:val="20"/>
                <w:szCs w:val="20"/>
                <w:lang w:eastAsia="en-US"/>
              </w:rPr>
              <w:t>Нарахування на оплату праці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208" w:rsidRPr="00C04971" w:rsidRDefault="00251208" w:rsidP="00C04971">
            <w:pPr>
              <w:pStyle w:val="1"/>
              <w:shd w:val="clear" w:color="auto" w:fill="auto"/>
              <w:spacing w:line="274" w:lineRule="exact"/>
              <w:ind w:left="100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rStyle w:val="11pt"/>
                <w:sz w:val="20"/>
                <w:szCs w:val="20"/>
                <w:lang w:eastAsia="en-US"/>
              </w:rPr>
              <w:t>Сплата єдиного соціального внеску на загально-обовязкове державне соціальне страхування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208" w:rsidRPr="0050687E" w:rsidRDefault="00251208" w:rsidP="00C04971">
            <w:pPr>
              <w:pStyle w:val="1"/>
              <w:shd w:val="clear" w:color="auto" w:fill="auto"/>
              <w:spacing w:line="278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sz w:val="20"/>
                <w:szCs w:val="20"/>
                <w:lang w:eastAsia="en-US"/>
              </w:rPr>
              <w:t>Кошти місцевих бюджетів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208" w:rsidRDefault="00251208" w:rsidP="0011461C">
            <w:pPr>
              <w:pStyle w:val="1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</w:p>
          <w:p w:rsidR="00251208" w:rsidRPr="0050687E" w:rsidRDefault="00251208" w:rsidP="0011461C">
            <w:pPr>
              <w:pStyle w:val="1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78400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1208" w:rsidRDefault="00251208" w:rsidP="0011461C">
            <w:pPr>
              <w:pStyle w:val="1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</w:p>
          <w:p w:rsidR="00251208" w:rsidRPr="0050687E" w:rsidRDefault="00251208" w:rsidP="0011461C">
            <w:pPr>
              <w:pStyle w:val="1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83700</w:t>
            </w:r>
          </w:p>
        </w:tc>
      </w:tr>
      <w:tr w:rsidR="00251208" w:rsidRPr="0050687E">
        <w:trPr>
          <w:trHeight w:hRule="exact" w:val="73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208" w:rsidRPr="0050687E" w:rsidRDefault="00251208" w:rsidP="004312CF">
            <w:pPr>
              <w:pStyle w:val="1"/>
              <w:shd w:val="clear" w:color="auto" w:fill="auto"/>
              <w:spacing w:line="220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50687E">
              <w:rPr>
                <w:rStyle w:val="11pt1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208" w:rsidRPr="0050687E" w:rsidRDefault="00251208" w:rsidP="00447FFD">
            <w:pPr>
              <w:pStyle w:val="1"/>
              <w:shd w:val="clear" w:color="auto" w:fill="auto"/>
              <w:spacing w:after="120" w:line="220" w:lineRule="exact"/>
              <w:rPr>
                <w:rFonts w:cs="Courier New"/>
                <w:b w:val="0"/>
                <w:bCs w:val="0"/>
                <w:sz w:val="20"/>
                <w:szCs w:val="20"/>
              </w:rPr>
            </w:pPr>
            <w:r>
              <w:rPr>
                <w:rStyle w:val="11pt1"/>
                <w:b/>
                <w:bCs/>
                <w:sz w:val="20"/>
                <w:szCs w:val="20"/>
                <w:lang w:eastAsia="en-US"/>
              </w:rPr>
              <w:t>Оплата водопостачання та водовідведення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208" w:rsidRPr="0050687E" w:rsidRDefault="00251208" w:rsidP="00203772">
            <w:pPr>
              <w:pStyle w:val="1"/>
              <w:shd w:val="clear" w:color="auto" w:fill="auto"/>
              <w:spacing w:line="278" w:lineRule="exact"/>
              <w:ind w:left="100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Оплата  послуг  по водопостачанню та водовідведенню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208" w:rsidRDefault="00251208" w:rsidP="00463A41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rFonts w:cs="Courier New"/>
                <w:sz w:val="20"/>
                <w:szCs w:val="20"/>
                <w:lang w:eastAsia="en-US"/>
              </w:rPr>
            </w:pPr>
            <w:r w:rsidRPr="0050687E">
              <w:rPr>
                <w:rStyle w:val="11pt"/>
                <w:sz w:val="20"/>
                <w:szCs w:val="20"/>
                <w:lang w:eastAsia="en-US"/>
              </w:rPr>
              <w:t>Кошти місцевих</w:t>
            </w:r>
            <w:r>
              <w:rPr>
                <w:rStyle w:val="11pt"/>
                <w:sz w:val="20"/>
                <w:szCs w:val="20"/>
                <w:lang w:eastAsia="en-US"/>
              </w:rPr>
              <w:t xml:space="preserve"> </w:t>
            </w:r>
            <w:r w:rsidRPr="0050687E">
              <w:rPr>
                <w:rStyle w:val="11pt"/>
                <w:sz w:val="20"/>
                <w:szCs w:val="20"/>
                <w:lang w:eastAsia="en-US"/>
              </w:rPr>
              <w:t>бюджетів</w:t>
            </w:r>
          </w:p>
          <w:p w:rsidR="00251208" w:rsidRPr="0050687E" w:rsidRDefault="00251208" w:rsidP="00463A41">
            <w:pPr>
              <w:pStyle w:val="1"/>
              <w:shd w:val="clear" w:color="auto" w:fill="auto"/>
              <w:spacing w:line="274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208" w:rsidRPr="0050687E" w:rsidRDefault="00251208" w:rsidP="0011461C">
            <w:pPr>
              <w:pStyle w:val="1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 xml:space="preserve">                      470944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1208" w:rsidRDefault="00251208" w:rsidP="0011461C">
            <w:pPr>
              <w:pStyle w:val="1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</w:p>
          <w:p w:rsidR="00251208" w:rsidRPr="0050687E" w:rsidRDefault="00251208" w:rsidP="0011461C">
            <w:pPr>
              <w:pStyle w:val="1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502497</w:t>
            </w:r>
          </w:p>
        </w:tc>
      </w:tr>
      <w:tr w:rsidR="00251208" w:rsidRPr="0050687E">
        <w:trPr>
          <w:trHeight w:hRule="exact" w:val="70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208" w:rsidRPr="0050687E" w:rsidRDefault="00251208" w:rsidP="004312CF">
            <w:pPr>
              <w:pStyle w:val="1"/>
              <w:shd w:val="clear" w:color="auto" w:fill="auto"/>
              <w:spacing w:line="220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50687E">
              <w:rPr>
                <w:rStyle w:val="11pt1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208" w:rsidRPr="0050687E" w:rsidRDefault="00251208" w:rsidP="00447FFD">
            <w:pPr>
              <w:pStyle w:val="1"/>
              <w:shd w:val="clear" w:color="auto" w:fill="auto"/>
              <w:spacing w:line="274" w:lineRule="exac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rStyle w:val="11pt1"/>
                <w:b/>
                <w:bCs/>
                <w:sz w:val="20"/>
                <w:szCs w:val="20"/>
                <w:lang w:eastAsia="en-US"/>
              </w:rPr>
              <w:t>Оплата електроенергії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208" w:rsidRPr="0050687E" w:rsidRDefault="00251208" w:rsidP="004B7FCD">
            <w:pPr>
              <w:pStyle w:val="1"/>
              <w:shd w:val="clear" w:color="auto" w:fill="auto"/>
              <w:tabs>
                <w:tab w:val="left" w:pos="234"/>
              </w:tabs>
              <w:spacing w:line="274" w:lineRule="exact"/>
              <w:ind w:left="100"/>
              <w:rPr>
                <w:rFonts w:cs="Courier New"/>
                <w:b w:val="0"/>
                <w:bCs w:val="0"/>
                <w:sz w:val="20"/>
                <w:szCs w:val="20"/>
              </w:rPr>
            </w:pPr>
            <w:r>
              <w:rPr>
                <w:rStyle w:val="11pt"/>
                <w:sz w:val="20"/>
                <w:szCs w:val="20"/>
                <w:lang w:eastAsia="en-US"/>
              </w:rPr>
              <w:t>Оплата електроенергії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208" w:rsidRPr="0050687E" w:rsidRDefault="00251208" w:rsidP="0080326C">
            <w:pPr>
              <w:pStyle w:val="1"/>
              <w:shd w:val="clear" w:color="auto" w:fill="auto"/>
              <w:spacing w:line="278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sz w:val="20"/>
                <w:szCs w:val="20"/>
                <w:lang w:eastAsia="en-US"/>
              </w:rPr>
              <w:t>Кошти місцевих</w:t>
            </w:r>
            <w:r>
              <w:rPr>
                <w:rStyle w:val="11pt"/>
                <w:sz w:val="20"/>
                <w:szCs w:val="20"/>
                <w:lang w:eastAsia="en-US"/>
              </w:rPr>
              <w:t xml:space="preserve"> б</w:t>
            </w:r>
            <w:r w:rsidRPr="0050687E">
              <w:rPr>
                <w:rStyle w:val="11pt"/>
                <w:sz w:val="20"/>
                <w:szCs w:val="20"/>
                <w:lang w:eastAsia="en-US"/>
              </w:rPr>
              <w:t>юджетів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1208" w:rsidRDefault="00251208" w:rsidP="0011461C">
            <w:pPr>
              <w:pStyle w:val="1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</w:p>
          <w:p w:rsidR="00251208" w:rsidRPr="0050687E" w:rsidRDefault="00251208" w:rsidP="0011461C">
            <w:pPr>
              <w:pStyle w:val="1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1550316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1208" w:rsidRDefault="00251208" w:rsidP="0011461C">
            <w:pPr>
              <w:pStyle w:val="1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</w:p>
          <w:p w:rsidR="00251208" w:rsidRPr="0050687E" w:rsidRDefault="00251208" w:rsidP="0011461C">
            <w:pPr>
              <w:pStyle w:val="1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1654187</w:t>
            </w:r>
          </w:p>
        </w:tc>
      </w:tr>
      <w:tr w:rsidR="00251208" w:rsidRPr="0050687E">
        <w:trPr>
          <w:trHeight w:hRule="exact" w:val="68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50687E" w:rsidRDefault="00251208" w:rsidP="004312CF">
            <w:pPr>
              <w:pStyle w:val="1"/>
              <w:shd w:val="clear" w:color="auto" w:fill="auto"/>
              <w:spacing w:line="220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50687E">
              <w:rPr>
                <w:rStyle w:val="11pt1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50687E" w:rsidRDefault="00251208" w:rsidP="00447FFD">
            <w:pPr>
              <w:pStyle w:val="1"/>
              <w:shd w:val="clear" w:color="auto" w:fill="auto"/>
              <w:spacing w:after="60" w:line="220" w:lineRule="exact"/>
              <w:rPr>
                <w:rFonts w:cs="Courier New"/>
                <w:sz w:val="20"/>
                <w:szCs w:val="20"/>
              </w:rPr>
            </w:pPr>
            <w:r w:rsidRPr="0050687E">
              <w:rPr>
                <w:rStyle w:val="11pt1"/>
                <w:b/>
                <w:bCs/>
                <w:sz w:val="20"/>
                <w:szCs w:val="20"/>
                <w:lang w:eastAsia="en-US"/>
              </w:rPr>
              <w:t xml:space="preserve">Оплата </w:t>
            </w:r>
            <w:r>
              <w:rPr>
                <w:rStyle w:val="11pt1"/>
                <w:b/>
                <w:bCs/>
                <w:sz w:val="20"/>
                <w:szCs w:val="20"/>
                <w:lang w:eastAsia="en-US"/>
              </w:rPr>
              <w:t>природного газу</w:t>
            </w:r>
          </w:p>
          <w:p w:rsidR="00251208" w:rsidRPr="0050687E" w:rsidRDefault="00251208" w:rsidP="00447FFD">
            <w:pPr>
              <w:pStyle w:val="1"/>
              <w:shd w:val="clear" w:color="auto" w:fill="auto"/>
              <w:spacing w:line="274" w:lineRule="exact"/>
              <w:rPr>
                <w:rFonts w:cs="Courier New"/>
                <w:sz w:val="20"/>
                <w:szCs w:val="20"/>
              </w:rPr>
            </w:pP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50687E" w:rsidRDefault="00251208" w:rsidP="004B7FCD">
            <w:pPr>
              <w:pStyle w:val="1"/>
              <w:shd w:val="clear" w:color="auto" w:fill="auto"/>
              <w:tabs>
                <w:tab w:val="left" w:pos="244"/>
              </w:tabs>
              <w:spacing w:line="274" w:lineRule="exact"/>
              <w:ind w:left="100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Оплата природного газу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Default="00251208" w:rsidP="00463A41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rFonts w:cs="Courier New"/>
                <w:sz w:val="20"/>
                <w:szCs w:val="20"/>
                <w:lang w:eastAsia="en-US"/>
              </w:rPr>
            </w:pPr>
            <w:r w:rsidRPr="0050687E">
              <w:rPr>
                <w:rStyle w:val="11pt"/>
                <w:sz w:val="20"/>
                <w:szCs w:val="20"/>
                <w:lang w:eastAsia="en-US"/>
              </w:rPr>
              <w:t>Кошти місцевих</w:t>
            </w:r>
            <w:r>
              <w:rPr>
                <w:rStyle w:val="11pt"/>
                <w:sz w:val="20"/>
                <w:szCs w:val="20"/>
                <w:lang w:eastAsia="en-US"/>
              </w:rPr>
              <w:t xml:space="preserve"> </w:t>
            </w:r>
            <w:r w:rsidRPr="0050687E">
              <w:rPr>
                <w:rStyle w:val="11pt"/>
                <w:sz w:val="20"/>
                <w:szCs w:val="20"/>
                <w:lang w:eastAsia="en-US"/>
              </w:rPr>
              <w:t>бюджетів</w:t>
            </w:r>
          </w:p>
          <w:p w:rsidR="00251208" w:rsidRPr="0050687E" w:rsidRDefault="00251208" w:rsidP="00463A41">
            <w:pPr>
              <w:pStyle w:val="1"/>
              <w:shd w:val="clear" w:color="auto" w:fill="auto"/>
              <w:spacing w:after="480" w:line="278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Default="00251208" w:rsidP="0011461C">
            <w:pPr>
              <w:pStyle w:val="1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</w:p>
          <w:p w:rsidR="00251208" w:rsidRPr="0050687E" w:rsidRDefault="00251208" w:rsidP="0011461C">
            <w:pPr>
              <w:pStyle w:val="1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2095200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1208" w:rsidRDefault="00251208" w:rsidP="0011461C">
            <w:pPr>
              <w:pStyle w:val="1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</w:p>
          <w:p w:rsidR="00251208" w:rsidRPr="0050687E" w:rsidRDefault="00251208" w:rsidP="0011461C">
            <w:pPr>
              <w:pStyle w:val="1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2235578</w:t>
            </w:r>
          </w:p>
        </w:tc>
      </w:tr>
      <w:tr w:rsidR="00251208" w:rsidRPr="0050687E">
        <w:trPr>
          <w:trHeight w:hRule="exact" w:val="85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50687E" w:rsidRDefault="00251208" w:rsidP="004312CF">
            <w:pPr>
              <w:pStyle w:val="1"/>
              <w:shd w:val="clear" w:color="auto" w:fill="auto"/>
              <w:spacing w:line="220" w:lineRule="exact"/>
              <w:jc w:val="center"/>
              <w:rPr>
                <w:rStyle w:val="11pt"/>
                <w:sz w:val="20"/>
                <w:szCs w:val="20"/>
                <w:lang w:eastAsia="en-US"/>
              </w:rPr>
            </w:pPr>
            <w:r w:rsidRPr="0050687E">
              <w:rPr>
                <w:rStyle w:val="11pt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50687E" w:rsidRDefault="00251208" w:rsidP="00447FFD">
            <w:pPr>
              <w:pStyle w:val="1"/>
              <w:shd w:val="clear" w:color="auto" w:fill="auto"/>
              <w:spacing w:after="60" w:line="220" w:lineRule="exact"/>
              <w:rPr>
                <w:rStyle w:val="11pt1"/>
                <w:rFonts w:cs="Courier New"/>
                <w:b/>
                <w:bCs/>
                <w:sz w:val="20"/>
                <w:szCs w:val="20"/>
                <w:lang w:eastAsia="en-US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  <w:lang w:eastAsia="en-US"/>
              </w:rPr>
              <w:t xml:space="preserve">Оплата </w:t>
            </w:r>
            <w:r>
              <w:rPr>
                <w:rStyle w:val="11pt"/>
                <w:b/>
                <w:bCs/>
                <w:sz w:val="20"/>
                <w:szCs w:val="20"/>
                <w:lang w:eastAsia="en-US"/>
              </w:rPr>
              <w:t>інших енергоносіїв та інших комунальних послуг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Default="00251208" w:rsidP="004B7FCD">
            <w:pPr>
              <w:pStyle w:val="1"/>
              <w:shd w:val="clear" w:color="auto" w:fill="auto"/>
              <w:tabs>
                <w:tab w:val="left" w:pos="254"/>
              </w:tabs>
              <w:spacing w:line="259" w:lineRule="exact"/>
              <w:ind w:left="120"/>
              <w:rPr>
                <w:rStyle w:val="11pt"/>
                <w:sz w:val="20"/>
                <w:szCs w:val="20"/>
                <w:lang w:eastAsia="en-US"/>
              </w:rPr>
            </w:pPr>
            <w:r>
              <w:rPr>
                <w:rStyle w:val="11pt"/>
                <w:sz w:val="20"/>
                <w:szCs w:val="20"/>
                <w:lang w:eastAsia="en-US"/>
              </w:rPr>
              <w:t>Оплата послуг по вивезенню рідких нечистот і інших побутових стоків</w:t>
            </w:r>
          </w:p>
          <w:p w:rsidR="00251208" w:rsidRPr="0050687E" w:rsidRDefault="00251208" w:rsidP="004B7FCD">
            <w:pPr>
              <w:pStyle w:val="1"/>
              <w:shd w:val="clear" w:color="auto" w:fill="auto"/>
              <w:tabs>
                <w:tab w:val="left" w:pos="254"/>
              </w:tabs>
              <w:spacing w:line="259" w:lineRule="exact"/>
              <w:ind w:left="120"/>
              <w:rPr>
                <w:rStyle w:val="11pt"/>
                <w:rFonts w:cs="Courier New"/>
                <w:sz w:val="20"/>
                <w:szCs w:val="20"/>
                <w:lang w:eastAsia="en-US"/>
              </w:rPr>
            </w:pPr>
            <w:r>
              <w:rPr>
                <w:rStyle w:val="11pt"/>
                <w:sz w:val="20"/>
                <w:szCs w:val="20"/>
                <w:lang w:eastAsia="en-US"/>
              </w:rPr>
              <w:t>Оплата послуг по збору вивозу та захороненню ТВП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50687E" w:rsidRDefault="00251208" w:rsidP="0070170B">
            <w:pPr>
              <w:pStyle w:val="1"/>
              <w:shd w:val="clear" w:color="auto" w:fill="auto"/>
              <w:spacing w:line="278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sz w:val="20"/>
                <w:szCs w:val="20"/>
                <w:lang w:eastAsia="en-US"/>
              </w:rPr>
              <w:t>Кошти місцевих бюджетів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Default="00251208" w:rsidP="0011461C">
            <w:pPr>
              <w:pStyle w:val="1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</w:p>
          <w:p w:rsidR="00251208" w:rsidRPr="0050687E" w:rsidRDefault="00251208" w:rsidP="0011461C">
            <w:pPr>
              <w:pStyle w:val="1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145000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1208" w:rsidRDefault="00251208" w:rsidP="0011461C">
            <w:pPr>
              <w:pStyle w:val="1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</w:p>
          <w:p w:rsidR="00251208" w:rsidRPr="0050687E" w:rsidRDefault="00251208" w:rsidP="0011461C">
            <w:pPr>
              <w:pStyle w:val="1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154715</w:t>
            </w:r>
          </w:p>
        </w:tc>
      </w:tr>
      <w:tr w:rsidR="00251208" w:rsidRPr="0050687E">
        <w:trPr>
          <w:trHeight w:hRule="exact" w:val="601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50687E" w:rsidRDefault="00251208" w:rsidP="004312CF">
            <w:pPr>
              <w:pStyle w:val="1"/>
              <w:shd w:val="clear" w:color="auto" w:fill="auto"/>
              <w:spacing w:line="240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  <w:r>
              <w:rPr>
                <w:rStyle w:val="SimSun1"/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  <w:r w:rsidRPr="0050687E">
              <w:rPr>
                <w:rStyle w:val="SimSun1"/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50687E" w:rsidRDefault="00251208" w:rsidP="00447FFD">
            <w:pPr>
              <w:pStyle w:val="1"/>
              <w:shd w:val="clear" w:color="auto" w:fill="auto"/>
              <w:spacing w:line="278" w:lineRule="exact"/>
              <w:rPr>
                <w:rFonts w:cs="Courier New"/>
                <w:b w:val="0"/>
                <w:bCs w:val="0"/>
                <w:sz w:val="20"/>
                <w:szCs w:val="20"/>
              </w:rPr>
            </w:pPr>
            <w:r>
              <w:rPr>
                <w:rStyle w:val="11pt1"/>
                <w:b/>
                <w:bCs/>
                <w:sz w:val="20"/>
                <w:szCs w:val="20"/>
                <w:lang w:eastAsia="en-US"/>
              </w:rPr>
              <w:t>Виплата пенсій і допомог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280B4A" w:rsidRDefault="00251208" w:rsidP="00280B4A">
            <w:pPr>
              <w:pStyle w:val="1"/>
              <w:shd w:val="clear" w:color="auto" w:fill="auto"/>
              <w:spacing w:line="274" w:lineRule="exact"/>
              <w:ind w:left="120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rStyle w:val="11pt"/>
                <w:sz w:val="20"/>
                <w:szCs w:val="20"/>
                <w:lang w:eastAsia="en-US"/>
              </w:rPr>
              <w:t>Виплата  пільгових пенсій  і допомог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50687E" w:rsidRDefault="00251208" w:rsidP="0070170B">
            <w:pPr>
              <w:pStyle w:val="1"/>
              <w:shd w:val="clear" w:color="auto" w:fill="auto"/>
              <w:spacing w:line="278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sz w:val="20"/>
                <w:szCs w:val="20"/>
                <w:lang w:eastAsia="en-US"/>
              </w:rPr>
              <w:t>Кошти місцевих бюджетів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Default="00251208" w:rsidP="0011461C">
            <w:pPr>
              <w:pStyle w:val="1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</w:p>
          <w:p w:rsidR="00251208" w:rsidRPr="0050687E" w:rsidRDefault="00251208" w:rsidP="0011461C">
            <w:pPr>
              <w:pStyle w:val="1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75500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1208" w:rsidRDefault="00251208" w:rsidP="0011461C">
            <w:pPr>
              <w:pStyle w:val="1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</w:p>
          <w:p w:rsidR="00251208" w:rsidRPr="0050687E" w:rsidRDefault="00251208" w:rsidP="0011461C">
            <w:pPr>
              <w:pStyle w:val="1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80550</w:t>
            </w:r>
          </w:p>
        </w:tc>
      </w:tr>
      <w:tr w:rsidR="00251208" w:rsidRPr="0050687E">
        <w:trPr>
          <w:trHeight w:hRule="exact" w:val="601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50687E" w:rsidRDefault="00251208" w:rsidP="00A67C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50687E" w:rsidRDefault="00251208" w:rsidP="00A67C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50687E" w:rsidRDefault="00251208" w:rsidP="00A67C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50687E" w:rsidRDefault="00251208" w:rsidP="00A67C7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50687E" w:rsidRDefault="00251208" w:rsidP="00A67C7B">
            <w:pPr>
              <w:pStyle w:val="1"/>
              <w:shd w:val="clear" w:color="auto" w:fill="auto"/>
              <w:spacing w:line="220" w:lineRule="exact"/>
              <w:jc w:val="center"/>
              <w:rPr>
                <w:rStyle w:val="11pt1"/>
                <w:rFonts w:cs="Courier New"/>
                <w:b/>
                <w:bCs/>
                <w:sz w:val="20"/>
                <w:szCs w:val="20"/>
                <w:lang w:eastAsia="en-US"/>
              </w:rPr>
            </w:pPr>
            <w:r>
              <w:rPr>
                <w:rStyle w:val="11pt1"/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1208" w:rsidRPr="0050687E" w:rsidRDefault="00251208" w:rsidP="00A67C7B">
            <w:pPr>
              <w:pStyle w:val="1"/>
              <w:shd w:val="clear" w:color="auto" w:fill="auto"/>
              <w:spacing w:line="220" w:lineRule="exact"/>
              <w:jc w:val="center"/>
              <w:rPr>
                <w:rStyle w:val="11pt1"/>
                <w:rFonts w:cs="Courier New"/>
                <w:b/>
                <w:bCs/>
                <w:sz w:val="20"/>
                <w:szCs w:val="20"/>
                <w:lang w:eastAsia="en-US"/>
              </w:rPr>
            </w:pPr>
            <w:r>
              <w:rPr>
                <w:rStyle w:val="11pt1"/>
                <w:b/>
                <w:bCs/>
                <w:sz w:val="20"/>
                <w:szCs w:val="20"/>
                <w:lang w:eastAsia="en-US"/>
              </w:rPr>
              <w:t>5</w:t>
            </w:r>
          </w:p>
        </w:tc>
      </w:tr>
      <w:tr w:rsidR="00251208" w:rsidRPr="0050687E">
        <w:trPr>
          <w:trHeight w:hRule="exact" w:val="898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50687E" w:rsidRDefault="00251208" w:rsidP="004312CF">
            <w:pPr>
              <w:pStyle w:val="1"/>
              <w:shd w:val="clear" w:color="auto" w:fill="auto"/>
              <w:spacing w:line="240" w:lineRule="exact"/>
              <w:jc w:val="center"/>
              <w:rPr>
                <w:rStyle w:val="SimSun"/>
                <w:rFonts w:ascii="Times New Roman" w:hAnsi="Times New Roman" w:cs="Courier New"/>
                <w:sz w:val="20"/>
                <w:szCs w:val="20"/>
                <w:lang w:eastAsia="en-US"/>
              </w:rPr>
            </w:pPr>
            <w:r>
              <w:rPr>
                <w:rStyle w:val="SimSun"/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50687E" w:rsidRDefault="00251208" w:rsidP="00447FFD">
            <w:pPr>
              <w:pStyle w:val="1"/>
              <w:shd w:val="clear" w:color="auto" w:fill="auto"/>
              <w:spacing w:line="283" w:lineRule="exact"/>
              <w:rPr>
                <w:rStyle w:val="11pt1"/>
                <w:rFonts w:cs="Courier New"/>
                <w:b/>
                <w:bCs/>
                <w:sz w:val="20"/>
                <w:szCs w:val="20"/>
                <w:lang w:eastAsia="en-US"/>
              </w:rPr>
            </w:pPr>
            <w:r>
              <w:rPr>
                <w:rStyle w:val="11pt1"/>
                <w:b/>
                <w:bCs/>
                <w:sz w:val="20"/>
                <w:szCs w:val="20"/>
                <w:lang w:eastAsia="en-US"/>
              </w:rPr>
              <w:t>Інші виплати населенню</w:t>
            </w:r>
            <w:bookmarkStart w:id="0" w:name="_GoBack"/>
            <w:bookmarkEnd w:id="0"/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50687E" w:rsidRDefault="00251208" w:rsidP="004B7FCD">
            <w:pPr>
              <w:pStyle w:val="1"/>
              <w:shd w:val="clear" w:color="auto" w:fill="auto"/>
              <w:spacing w:line="283" w:lineRule="exact"/>
              <w:ind w:left="120"/>
              <w:rPr>
                <w:rStyle w:val="11pt"/>
                <w:rFonts w:cs="Courier New"/>
                <w:sz w:val="20"/>
                <w:szCs w:val="20"/>
                <w:lang w:eastAsia="en-US"/>
              </w:rPr>
            </w:pPr>
            <w:r>
              <w:rPr>
                <w:rStyle w:val="11pt"/>
                <w:sz w:val="20"/>
                <w:szCs w:val="20"/>
                <w:lang w:eastAsia="en-US"/>
              </w:rPr>
              <w:t>Відшкодування коштів по виданих медикаментах для пільгової категорії населення (онкохворі, епілепсія, хвороба Паркінсона, учасники бойових дій, і ін.;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Default="00251208" w:rsidP="00463A41">
            <w:pPr>
              <w:pStyle w:val="1"/>
              <w:shd w:val="clear" w:color="auto" w:fill="auto"/>
              <w:spacing w:line="278" w:lineRule="exact"/>
              <w:jc w:val="center"/>
              <w:rPr>
                <w:rStyle w:val="11pt"/>
                <w:rFonts w:cs="Courier New"/>
                <w:sz w:val="20"/>
                <w:szCs w:val="20"/>
                <w:lang w:eastAsia="en-US"/>
              </w:rPr>
            </w:pPr>
            <w:r w:rsidRPr="0050687E">
              <w:rPr>
                <w:rStyle w:val="11pt"/>
                <w:sz w:val="20"/>
                <w:szCs w:val="20"/>
                <w:lang w:eastAsia="en-US"/>
              </w:rPr>
              <w:t>Кошти місцевих бюджетів</w:t>
            </w:r>
          </w:p>
          <w:p w:rsidR="00251208" w:rsidRPr="00463A41" w:rsidRDefault="00251208" w:rsidP="00463A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Default="00251208" w:rsidP="0011461C">
            <w:pPr>
              <w:pStyle w:val="1"/>
              <w:shd w:val="clear" w:color="auto" w:fill="auto"/>
              <w:spacing w:line="278" w:lineRule="exact"/>
              <w:ind w:left="120"/>
              <w:jc w:val="right"/>
              <w:rPr>
                <w:rStyle w:val="11pt"/>
                <w:rFonts w:cs="Courier New"/>
                <w:sz w:val="20"/>
                <w:szCs w:val="20"/>
                <w:lang w:eastAsia="en-US"/>
              </w:rPr>
            </w:pPr>
          </w:p>
          <w:p w:rsidR="00251208" w:rsidRPr="0050687E" w:rsidRDefault="00251208" w:rsidP="0011461C">
            <w:pPr>
              <w:pStyle w:val="1"/>
              <w:shd w:val="clear" w:color="auto" w:fill="auto"/>
              <w:spacing w:line="278" w:lineRule="exact"/>
              <w:ind w:left="120"/>
              <w:jc w:val="right"/>
              <w:rPr>
                <w:rStyle w:val="11pt"/>
                <w:rFonts w:cs="Courier New"/>
                <w:sz w:val="20"/>
                <w:szCs w:val="20"/>
                <w:lang w:eastAsia="en-US"/>
              </w:rPr>
            </w:pPr>
            <w:r>
              <w:rPr>
                <w:rStyle w:val="11pt"/>
                <w:sz w:val="20"/>
                <w:szCs w:val="20"/>
                <w:lang w:eastAsia="en-US"/>
              </w:rPr>
              <w:t>2020000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1208" w:rsidRDefault="00251208" w:rsidP="0011461C">
            <w:pPr>
              <w:pStyle w:val="1"/>
              <w:shd w:val="clear" w:color="auto" w:fill="auto"/>
              <w:spacing w:line="278" w:lineRule="exact"/>
              <w:ind w:left="120"/>
              <w:jc w:val="right"/>
              <w:rPr>
                <w:rStyle w:val="11pt"/>
                <w:rFonts w:cs="Courier New"/>
                <w:sz w:val="20"/>
                <w:szCs w:val="20"/>
                <w:lang w:eastAsia="en-US"/>
              </w:rPr>
            </w:pPr>
          </w:p>
          <w:p w:rsidR="00251208" w:rsidRPr="0050687E" w:rsidRDefault="00251208" w:rsidP="0011461C">
            <w:pPr>
              <w:pStyle w:val="1"/>
              <w:shd w:val="clear" w:color="auto" w:fill="auto"/>
              <w:spacing w:line="278" w:lineRule="exact"/>
              <w:ind w:left="120"/>
              <w:jc w:val="right"/>
              <w:rPr>
                <w:rStyle w:val="11pt"/>
                <w:rFonts w:cs="Courier New"/>
                <w:sz w:val="20"/>
                <w:szCs w:val="20"/>
                <w:lang w:eastAsia="en-US"/>
              </w:rPr>
            </w:pPr>
            <w:r>
              <w:rPr>
                <w:rStyle w:val="11pt"/>
                <w:sz w:val="20"/>
                <w:szCs w:val="20"/>
                <w:lang w:eastAsia="en-US"/>
              </w:rPr>
              <w:t>2155340</w:t>
            </w:r>
          </w:p>
        </w:tc>
      </w:tr>
      <w:tr w:rsidR="00251208" w:rsidRPr="0050687E">
        <w:trPr>
          <w:trHeight w:hRule="exact" w:val="48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50687E" w:rsidRDefault="00251208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50687E" w:rsidRDefault="00251208" w:rsidP="00447FFD">
            <w:pPr>
              <w:pStyle w:val="1"/>
              <w:shd w:val="clear" w:color="auto" w:fill="auto"/>
              <w:spacing w:line="220" w:lineRule="exact"/>
              <w:rPr>
                <w:rFonts w:cs="Courier New"/>
                <w:sz w:val="20"/>
                <w:szCs w:val="20"/>
              </w:rPr>
            </w:pPr>
            <w:r w:rsidRPr="0050687E">
              <w:rPr>
                <w:rStyle w:val="11pt1"/>
                <w:b/>
                <w:bCs/>
                <w:sz w:val="20"/>
                <w:szCs w:val="20"/>
                <w:lang w:eastAsia="en-US"/>
              </w:rPr>
              <w:t>РАЗОМ: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50687E" w:rsidRDefault="00251208" w:rsidP="00BF54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50687E" w:rsidRDefault="00251208" w:rsidP="00BF5442">
            <w:pPr>
              <w:pStyle w:val="1"/>
              <w:shd w:val="clear" w:color="auto" w:fill="auto"/>
              <w:spacing w:line="220" w:lineRule="exact"/>
              <w:ind w:right="220"/>
              <w:jc w:val="center"/>
              <w:rPr>
                <w:rFonts w:cs="Courier Ne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A12F9B" w:rsidRDefault="00251208" w:rsidP="0011461C">
            <w:pPr>
              <w:pStyle w:val="1"/>
              <w:shd w:val="clear" w:color="auto" w:fill="auto"/>
              <w:spacing w:line="230" w:lineRule="exact"/>
              <w:jc w:val="right"/>
              <w:rPr>
                <w:rFonts w:cs="Courier New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6790360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1208" w:rsidRPr="00A12F9B" w:rsidRDefault="00251208" w:rsidP="0011461C">
            <w:pPr>
              <w:pStyle w:val="1"/>
              <w:shd w:val="clear" w:color="auto" w:fill="auto"/>
              <w:spacing w:line="230" w:lineRule="exact"/>
              <w:jc w:val="right"/>
              <w:rPr>
                <w:rFonts w:cs="Courier New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7250267</w:t>
            </w:r>
          </w:p>
        </w:tc>
      </w:tr>
      <w:tr w:rsidR="00251208" w:rsidRPr="0050687E">
        <w:trPr>
          <w:trHeight w:hRule="exact" w:val="48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50687E" w:rsidRDefault="00251208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4B7FCD" w:rsidRDefault="00251208" w:rsidP="00447FFD">
            <w:pPr>
              <w:pStyle w:val="1"/>
              <w:shd w:val="clear" w:color="auto" w:fill="auto"/>
              <w:spacing w:line="220" w:lineRule="exact"/>
              <w:rPr>
                <w:rStyle w:val="11pt1"/>
                <w:sz w:val="20"/>
                <w:szCs w:val="20"/>
                <w:lang w:eastAsia="en-US"/>
              </w:rPr>
            </w:pPr>
            <w:r w:rsidRPr="004B7FCD">
              <w:rPr>
                <w:rStyle w:val="11pt1"/>
                <w:sz w:val="20"/>
                <w:szCs w:val="20"/>
                <w:lang w:eastAsia="en-US"/>
              </w:rPr>
              <w:t>у тому числі</w:t>
            </w: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4B7FCD" w:rsidRDefault="00251208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FCD">
              <w:rPr>
                <w:rFonts w:ascii="Times New Roman" w:hAnsi="Times New Roman" w:cs="Times New Roman"/>
                <w:sz w:val="20"/>
                <w:szCs w:val="20"/>
              </w:rPr>
              <w:t xml:space="preserve"> Городоцької міської ради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4B7FCD" w:rsidRDefault="00251208" w:rsidP="00BF5442">
            <w:pPr>
              <w:pStyle w:val="1"/>
              <w:shd w:val="clear" w:color="auto" w:fill="auto"/>
              <w:spacing w:line="220" w:lineRule="exact"/>
              <w:ind w:right="220"/>
              <w:jc w:val="center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4B7FCD" w:rsidRDefault="00251208" w:rsidP="0011461C">
            <w:pPr>
              <w:pStyle w:val="1"/>
              <w:shd w:val="clear" w:color="auto" w:fill="auto"/>
              <w:spacing w:line="23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uk-UA"/>
              </w:rPr>
            </w:pPr>
            <w:r w:rsidRPr="004B7FCD">
              <w:rPr>
                <w:b w:val="0"/>
                <w:bCs w:val="0"/>
                <w:sz w:val="20"/>
                <w:szCs w:val="20"/>
              </w:rPr>
              <w:t>6690360</w:t>
            </w:r>
          </w:p>
          <w:p w:rsidR="00251208" w:rsidRPr="004B7FCD" w:rsidRDefault="00251208" w:rsidP="0011461C">
            <w:pPr>
              <w:pStyle w:val="1"/>
              <w:shd w:val="clear" w:color="auto" w:fill="auto"/>
              <w:spacing w:line="23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uk-UA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1208" w:rsidRPr="004B7FCD" w:rsidRDefault="00251208" w:rsidP="0011461C">
            <w:pPr>
              <w:pStyle w:val="1"/>
              <w:shd w:val="clear" w:color="auto" w:fill="auto"/>
              <w:spacing w:line="230" w:lineRule="exact"/>
              <w:jc w:val="right"/>
              <w:rPr>
                <w:b w:val="0"/>
                <w:bCs w:val="0"/>
                <w:sz w:val="20"/>
                <w:szCs w:val="20"/>
                <w:lang w:val="uk-UA"/>
              </w:rPr>
            </w:pPr>
            <w:r w:rsidRPr="004B7FCD">
              <w:rPr>
                <w:b w:val="0"/>
                <w:bCs w:val="0"/>
                <w:sz w:val="20"/>
                <w:szCs w:val="20"/>
                <w:lang w:val="uk-UA"/>
              </w:rPr>
              <w:t>6950267</w:t>
            </w:r>
          </w:p>
        </w:tc>
      </w:tr>
      <w:tr w:rsidR="00251208" w:rsidRPr="0050687E">
        <w:trPr>
          <w:trHeight w:hRule="exact" w:val="48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50687E" w:rsidRDefault="00251208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4B7FCD" w:rsidRDefault="00251208" w:rsidP="00447FFD">
            <w:pPr>
              <w:pStyle w:val="1"/>
              <w:shd w:val="clear" w:color="auto" w:fill="auto"/>
              <w:spacing w:line="220" w:lineRule="exact"/>
              <w:rPr>
                <w:rStyle w:val="11pt1"/>
                <w:rFonts w:cs="Courier New"/>
                <w:sz w:val="20"/>
                <w:szCs w:val="20"/>
                <w:lang w:eastAsia="en-US"/>
              </w:rPr>
            </w:pPr>
          </w:p>
        </w:tc>
        <w:tc>
          <w:tcPr>
            <w:tcW w:w="6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4B7FCD" w:rsidRDefault="00251208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FCD">
              <w:rPr>
                <w:rFonts w:ascii="Times New Roman" w:hAnsi="Times New Roman" w:cs="Times New Roman"/>
                <w:sz w:val="20"/>
                <w:szCs w:val="20"/>
              </w:rPr>
              <w:t xml:space="preserve"> В.Любінська селищна рада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4B7FCD" w:rsidRDefault="00251208" w:rsidP="00BF5442">
            <w:pPr>
              <w:pStyle w:val="1"/>
              <w:shd w:val="clear" w:color="auto" w:fill="auto"/>
              <w:spacing w:line="220" w:lineRule="exact"/>
              <w:ind w:right="220"/>
              <w:jc w:val="center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1208" w:rsidRPr="004B7FCD" w:rsidRDefault="00251208" w:rsidP="0011461C">
            <w:pPr>
              <w:pStyle w:val="1"/>
              <w:shd w:val="clear" w:color="auto" w:fill="auto"/>
              <w:spacing w:line="230" w:lineRule="exact"/>
              <w:jc w:val="right"/>
              <w:rPr>
                <w:b w:val="0"/>
                <w:bCs w:val="0"/>
                <w:sz w:val="20"/>
                <w:szCs w:val="20"/>
                <w:lang w:val="uk-UA"/>
              </w:rPr>
            </w:pPr>
            <w:r w:rsidRPr="004B7FCD">
              <w:rPr>
                <w:b w:val="0"/>
                <w:bCs w:val="0"/>
                <w:sz w:val="20"/>
                <w:szCs w:val="20"/>
                <w:lang w:val="uk-UA"/>
              </w:rPr>
              <w:t>100000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1208" w:rsidRPr="004B7FCD" w:rsidRDefault="00251208" w:rsidP="0011461C">
            <w:pPr>
              <w:pStyle w:val="1"/>
              <w:shd w:val="clear" w:color="auto" w:fill="auto"/>
              <w:spacing w:line="230" w:lineRule="exact"/>
              <w:jc w:val="right"/>
              <w:rPr>
                <w:b w:val="0"/>
                <w:bCs w:val="0"/>
                <w:sz w:val="20"/>
                <w:szCs w:val="20"/>
                <w:lang w:val="uk-UA"/>
              </w:rPr>
            </w:pPr>
            <w:r w:rsidRPr="004B7FCD">
              <w:rPr>
                <w:b w:val="0"/>
                <w:bCs w:val="0"/>
                <w:sz w:val="20"/>
                <w:szCs w:val="20"/>
                <w:lang w:val="uk-UA"/>
              </w:rPr>
              <w:t>300000</w:t>
            </w:r>
          </w:p>
        </w:tc>
      </w:tr>
    </w:tbl>
    <w:p w:rsidR="00251208" w:rsidRDefault="00251208" w:rsidP="004B7FCD">
      <w:pPr>
        <w:ind w:firstLine="720"/>
      </w:pPr>
    </w:p>
    <w:p w:rsidR="00251208" w:rsidRDefault="00251208" w:rsidP="004B7FCD">
      <w:pPr>
        <w:ind w:firstLine="720"/>
      </w:pPr>
    </w:p>
    <w:p w:rsidR="00251208" w:rsidRDefault="00251208" w:rsidP="004B7FCD">
      <w:pPr>
        <w:ind w:firstLine="720"/>
      </w:pPr>
    </w:p>
    <w:p w:rsidR="00251208" w:rsidRPr="004B7FCD" w:rsidRDefault="00251208" w:rsidP="004B7FCD">
      <w:pPr>
        <w:ind w:firstLine="720"/>
        <w:rPr>
          <w:rFonts w:ascii="Times New Roman" w:hAnsi="Times New Roman" w:cs="Times New Roman"/>
          <w:b/>
          <w:bCs/>
        </w:rPr>
      </w:pPr>
      <w:r w:rsidRPr="004B7FCD">
        <w:rPr>
          <w:rFonts w:ascii="Times New Roman" w:hAnsi="Times New Roman" w:cs="Times New Roman"/>
          <w:b/>
          <w:bCs/>
        </w:rPr>
        <w:t xml:space="preserve">Секретар ради                      </w:t>
      </w:r>
      <w:r>
        <w:rPr>
          <w:rFonts w:ascii="Times New Roman" w:hAnsi="Times New Roman" w:cs="Times New Roman"/>
          <w:b/>
          <w:bCs/>
        </w:rPr>
        <w:t xml:space="preserve">                                </w:t>
      </w:r>
      <w:r w:rsidRPr="004B7FCD">
        <w:rPr>
          <w:rFonts w:ascii="Times New Roman" w:hAnsi="Times New Roman" w:cs="Times New Roman"/>
          <w:b/>
          <w:bCs/>
        </w:rPr>
        <w:t xml:space="preserve">  М.Лупій</w:t>
      </w:r>
    </w:p>
    <w:sectPr w:rsidR="00251208" w:rsidRPr="004B7FCD" w:rsidSect="001A223E">
      <w:pgSz w:w="15840" w:h="12240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52A96"/>
    <w:multiLevelType w:val="multilevel"/>
    <w:tmpl w:val="073E28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957960"/>
    <w:multiLevelType w:val="multilevel"/>
    <w:tmpl w:val="3836FCD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06F5C52"/>
    <w:multiLevelType w:val="multilevel"/>
    <w:tmpl w:val="DF4882E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34D8"/>
    <w:rsid w:val="000747C8"/>
    <w:rsid w:val="0011461C"/>
    <w:rsid w:val="001372DA"/>
    <w:rsid w:val="0014457B"/>
    <w:rsid w:val="001654E6"/>
    <w:rsid w:val="001A223E"/>
    <w:rsid w:val="001A2B3E"/>
    <w:rsid w:val="001D1129"/>
    <w:rsid w:val="00203772"/>
    <w:rsid w:val="00251208"/>
    <w:rsid w:val="002524BB"/>
    <w:rsid w:val="00280B4A"/>
    <w:rsid w:val="002C5898"/>
    <w:rsid w:val="002E619E"/>
    <w:rsid w:val="00317C20"/>
    <w:rsid w:val="003550B2"/>
    <w:rsid w:val="00405772"/>
    <w:rsid w:val="00425DF3"/>
    <w:rsid w:val="004312CF"/>
    <w:rsid w:val="00447FFD"/>
    <w:rsid w:val="00463A41"/>
    <w:rsid w:val="00476375"/>
    <w:rsid w:val="004B7FCD"/>
    <w:rsid w:val="004D4EA3"/>
    <w:rsid w:val="0050687E"/>
    <w:rsid w:val="005243E6"/>
    <w:rsid w:val="005532D9"/>
    <w:rsid w:val="005575B5"/>
    <w:rsid w:val="00566604"/>
    <w:rsid w:val="00571EC5"/>
    <w:rsid w:val="005C6FCC"/>
    <w:rsid w:val="005F32E3"/>
    <w:rsid w:val="005F5C4E"/>
    <w:rsid w:val="00611C38"/>
    <w:rsid w:val="006134D8"/>
    <w:rsid w:val="00623108"/>
    <w:rsid w:val="00670D71"/>
    <w:rsid w:val="00672584"/>
    <w:rsid w:val="006A683F"/>
    <w:rsid w:val="006E4B9B"/>
    <w:rsid w:val="0070170B"/>
    <w:rsid w:val="0080326C"/>
    <w:rsid w:val="00812746"/>
    <w:rsid w:val="0082699E"/>
    <w:rsid w:val="0085450E"/>
    <w:rsid w:val="008C7252"/>
    <w:rsid w:val="00984CB8"/>
    <w:rsid w:val="009B0BA0"/>
    <w:rsid w:val="009E7E96"/>
    <w:rsid w:val="009F1DA3"/>
    <w:rsid w:val="00A00AA1"/>
    <w:rsid w:val="00A12F9B"/>
    <w:rsid w:val="00A358DE"/>
    <w:rsid w:val="00A62F1C"/>
    <w:rsid w:val="00A6669C"/>
    <w:rsid w:val="00A67C7B"/>
    <w:rsid w:val="00B23C42"/>
    <w:rsid w:val="00BC090A"/>
    <w:rsid w:val="00BF5442"/>
    <w:rsid w:val="00BF780D"/>
    <w:rsid w:val="00C04971"/>
    <w:rsid w:val="00C512B9"/>
    <w:rsid w:val="00CA17A6"/>
    <w:rsid w:val="00D441FC"/>
    <w:rsid w:val="00D952EA"/>
    <w:rsid w:val="00E0727D"/>
    <w:rsid w:val="00E445F1"/>
    <w:rsid w:val="00E46D76"/>
    <w:rsid w:val="00F61054"/>
    <w:rsid w:val="00F96CC4"/>
    <w:rsid w:val="00FE3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4D8"/>
    <w:pPr>
      <w:widowControl w:val="0"/>
    </w:pPr>
    <w:rPr>
      <w:rFonts w:ascii="Courier New" w:hAnsi="Courier New" w:cs="Courier New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58DE"/>
    <w:pPr>
      <w:keepNext/>
      <w:keepLines/>
      <w:spacing w:before="480"/>
      <w:outlineLvl w:val="0"/>
    </w:pPr>
    <w:rPr>
      <w:rFonts w:ascii="Calibri Light" w:eastAsia="Times New Roman" w:hAnsi="Calibri Light" w:cs="Calibri Light"/>
      <w:b/>
      <w:bCs/>
      <w:color w:val="2F5496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358DE"/>
    <w:rPr>
      <w:rFonts w:ascii="Calibri Light" w:hAnsi="Calibri Light" w:cs="Calibri Light"/>
      <w:b/>
      <w:bCs/>
      <w:color w:val="2F5496"/>
      <w:sz w:val="28"/>
      <w:szCs w:val="28"/>
      <w:lang w:val="uk-UA"/>
    </w:rPr>
  </w:style>
  <w:style w:type="character" w:customStyle="1" w:styleId="a">
    <w:name w:val="Подпись к таблице_"/>
    <w:basedOn w:val="DefaultParagraphFont"/>
    <w:uiPriority w:val="99"/>
    <w:rsid w:val="006134D8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0">
    <w:name w:val="Подпись к таблице"/>
    <w:basedOn w:val="a"/>
    <w:uiPriority w:val="99"/>
    <w:rsid w:val="006134D8"/>
    <w:rPr>
      <w:color w:val="000000"/>
      <w:spacing w:val="0"/>
      <w:w w:val="100"/>
      <w:position w:val="0"/>
      <w:lang w:val="uk-UA"/>
    </w:rPr>
  </w:style>
  <w:style w:type="character" w:customStyle="1" w:styleId="9pt">
    <w:name w:val="Подпись к таблице + 9 pt"/>
    <w:basedOn w:val="a"/>
    <w:uiPriority w:val="99"/>
    <w:rsid w:val="006134D8"/>
    <w:rPr>
      <w:color w:val="000000"/>
      <w:spacing w:val="0"/>
      <w:w w:val="100"/>
      <w:position w:val="0"/>
      <w:sz w:val="18"/>
      <w:szCs w:val="18"/>
      <w:lang w:val="uk-UA"/>
    </w:rPr>
  </w:style>
  <w:style w:type="character" w:customStyle="1" w:styleId="a1">
    <w:name w:val="Основной текст_"/>
    <w:basedOn w:val="DefaultParagraphFont"/>
    <w:link w:val="1"/>
    <w:uiPriority w:val="99"/>
    <w:rsid w:val="006134D8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"/>
    <w:aliases w:val="Не полужирный"/>
    <w:basedOn w:val="a1"/>
    <w:uiPriority w:val="99"/>
    <w:rsid w:val="006134D8"/>
    <w:rPr>
      <w:color w:val="000000"/>
      <w:spacing w:val="0"/>
      <w:w w:val="100"/>
      <w:position w:val="0"/>
      <w:sz w:val="22"/>
      <w:szCs w:val="22"/>
      <w:lang w:val="uk-UA"/>
    </w:rPr>
  </w:style>
  <w:style w:type="character" w:customStyle="1" w:styleId="11pt1">
    <w:name w:val="Основной текст + 11 pt1"/>
    <w:basedOn w:val="a1"/>
    <w:uiPriority w:val="99"/>
    <w:rsid w:val="006134D8"/>
    <w:rPr>
      <w:color w:val="000000"/>
      <w:spacing w:val="0"/>
      <w:w w:val="100"/>
      <w:position w:val="0"/>
      <w:sz w:val="22"/>
      <w:szCs w:val="22"/>
      <w:lang w:val="uk-UA"/>
    </w:rPr>
  </w:style>
  <w:style w:type="character" w:customStyle="1" w:styleId="Sylfaen">
    <w:name w:val="Основной текст + Sylfaen"/>
    <w:aliases w:val="11,5 pt,Не полужирный4"/>
    <w:basedOn w:val="a1"/>
    <w:uiPriority w:val="99"/>
    <w:rsid w:val="006134D8"/>
    <w:rPr>
      <w:rFonts w:ascii="Sylfaen" w:hAnsi="Sylfaen" w:cs="Sylfaen"/>
      <w:color w:val="000000"/>
      <w:spacing w:val="0"/>
      <w:w w:val="100"/>
      <w:position w:val="0"/>
      <w:sz w:val="23"/>
      <w:szCs w:val="23"/>
    </w:rPr>
  </w:style>
  <w:style w:type="character" w:customStyle="1" w:styleId="9">
    <w:name w:val="Основной текст + 9"/>
    <w:aliases w:val="5 pt3"/>
    <w:basedOn w:val="a1"/>
    <w:uiPriority w:val="99"/>
    <w:rsid w:val="006134D8"/>
    <w:rPr>
      <w:color w:val="000000"/>
      <w:spacing w:val="0"/>
      <w:w w:val="100"/>
      <w:position w:val="0"/>
      <w:sz w:val="19"/>
      <w:szCs w:val="19"/>
    </w:rPr>
  </w:style>
  <w:style w:type="character" w:customStyle="1" w:styleId="11">
    <w:name w:val="Основной текст + 11"/>
    <w:aliases w:val="5 pt2,Не полужирный3"/>
    <w:basedOn w:val="a1"/>
    <w:uiPriority w:val="99"/>
    <w:rsid w:val="006134D8"/>
    <w:rPr>
      <w:color w:val="000000"/>
      <w:spacing w:val="0"/>
      <w:w w:val="100"/>
      <w:position w:val="0"/>
      <w:sz w:val="23"/>
      <w:szCs w:val="23"/>
      <w:lang w:val="uk-UA"/>
    </w:rPr>
  </w:style>
  <w:style w:type="character" w:customStyle="1" w:styleId="SimSun">
    <w:name w:val="Основной текст + SimSun"/>
    <w:aliases w:val="111,5 pt1,Не полужирный2,Интервал -1 pt"/>
    <w:basedOn w:val="a1"/>
    <w:uiPriority w:val="99"/>
    <w:rsid w:val="006134D8"/>
    <w:rPr>
      <w:rFonts w:ascii="SimSun" w:eastAsia="SimSun" w:hAnsi="SimSun" w:cs="SimSun"/>
      <w:color w:val="000000"/>
      <w:spacing w:val="-20"/>
      <w:w w:val="100"/>
      <w:position w:val="0"/>
      <w:sz w:val="23"/>
      <w:szCs w:val="23"/>
      <w:lang w:val="uk-UA"/>
    </w:rPr>
  </w:style>
  <w:style w:type="character" w:customStyle="1" w:styleId="SimSun1">
    <w:name w:val="Основной текст + SimSun1"/>
    <w:aliases w:val="12 pt,Не полужирный1"/>
    <w:basedOn w:val="a1"/>
    <w:uiPriority w:val="99"/>
    <w:rsid w:val="006134D8"/>
    <w:rPr>
      <w:rFonts w:ascii="SimSun" w:eastAsia="SimSun" w:hAnsi="SimSun" w:cs="SimSun"/>
      <w:color w:val="000000"/>
      <w:spacing w:val="0"/>
      <w:w w:val="100"/>
      <w:position w:val="0"/>
      <w:sz w:val="24"/>
      <w:szCs w:val="24"/>
    </w:rPr>
  </w:style>
  <w:style w:type="paragraph" w:customStyle="1" w:styleId="1">
    <w:name w:val="Основной текст1"/>
    <w:basedOn w:val="Normal"/>
    <w:link w:val="a1"/>
    <w:uiPriority w:val="99"/>
    <w:rsid w:val="006134D8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2033</Words>
  <Characters>1160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заходів</dc:title>
  <dc:subject/>
  <dc:creator>Користувач</dc:creator>
  <cp:keywords/>
  <dc:description/>
  <cp:lastModifiedBy>MGI</cp:lastModifiedBy>
  <cp:revision>6</cp:revision>
  <cp:lastPrinted>2021-01-04T08:05:00Z</cp:lastPrinted>
  <dcterms:created xsi:type="dcterms:W3CDTF">2020-12-16T14:00:00Z</dcterms:created>
  <dcterms:modified xsi:type="dcterms:W3CDTF">2021-01-04T08:06:00Z</dcterms:modified>
</cp:coreProperties>
</file>